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EB63BC">
          <w:headerReference w:type="even" r:id="rId8"/>
          <w:footerReference w:type="default" r:id="rId9"/>
          <w:footerReference w:type="first" r:id="rId10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Style w:val="a9"/>
        <w:tblW w:w="14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EB63BC">
        <w:tc>
          <w:tcPr>
            <w:tcW w:w="10326" w:type="dxa"/>
          </w:tcPr>
          <w:p w:rsidR="00190FF9" w:rsidRPr="00EB63BC" w:rsidRDefault="00190FF9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211260" w:rsidRPr="00EB63BC" w:rsidRDefault="00190FF9" w:rsidP="00EB63BC">
            <w:pPr>
              <w:rPr>
                <w:rFonts w:ascii="Times New Roman" w:hAnsi="Times New Roman"/>
                <w:sz w:val="28"/>
                <w:szCs w:val="28"/>
              </w:rPr>
            </w:pPr>
            <w:r w:rsidRPr="00EB63BC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211260" w:rsidRPr="00EB63BC">
              <w:rPr>
                <w:rFonts w:ascii="Times New Roman" w:hAnsi="Times New Roman"/>
                <w:sz w:val="28"/>
                <w:szCs w:val="28"/>
              </w:rPr>
              <w:t>№ 4</w:t>
            </w:r>
          </w:p>
          <w:p w:rsidR="00190FF9" w:rsidRPr="00EB63BC" w:rsidRDefault="00211260" w:rsidP="00EB63BC">
            <w:pPr>
              <w:spacing w:after="120"/>
              <w:rPr>
                <w:rFonts w:ascii="Times New Roman" w:hAnsi="Times New Roman"/>
                <w:sz w:val="28"/>
                <w:szCs w:val="28"/>
              </w:rPr>
            </w:pPr>
            <w:r w:rsidRPr="00EB63BC">
              <w:rPr>
                <w:rFonts w:ascii="Times New Roman" w:hAnsi="Times New Roman"/>
                <w:sz w:val="28"/>
                <w:szCs w:val="28"/>
              </w:rPr>
              <w:t>к постановлению Правительства Рязанской области</w:t>
            </w:r>
          </w:p>
        </w:tc>
      </w:tr>
      <w:tr w:rsidR="00211260" w:rsidRPr="00EB63BC">
        <w:tc>
          <w:tcPr>
            <w:tcW w:w="10326" w:type="dxa"/>
          </w:tcPr>
          <w:p w:rsidR="00211260" w:rsidRPr="00EB63BC" w:rsidRDefault="00211260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211260" w:rsidRPr="00EB63BC" w:rsidRDefault="000611DA" w:rsidP="0021126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18.12.2019 № 406</w:t>
            </w:r>
            <w:bookmarkStart w:id="0" w:name="_GoBack"/>
            <w:bookmarkEnd w:id="0"/>
          </w:p>
        </w:tc>
      </w:tr>
      <w:tr w:rsidR="00211260" w:rsidRPr="00EB63BC">
        <w:tc>
          <w:tcPr>
            <w:tcW w:w="10326" w:type="dxa"/>
          </w:tcPr>
          <w:p w:rsidR="00211260" w:rsidRPr="00EB63BC" w:rsidRDefault="00211260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211260" w:rsidRPr="00EB63BC" w:rsidRDefault="00211260" w:rsidP="0021126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86ECA" w:rsidRPr="00EB63BC" w:rsidRDefault="00286ECA" w:rsidP="00190FF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211260" w:rsidRPr="00EB63BC" w:rsidRDefault="00211260" w:rsidP="00211260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  <w:r w:rsidRPr="00EB63BC">
        <w:rPr>
          <w:rFonts w:ascii="Times New Roman" w:hAnsi="Times New Roman"/>
          <w:sz w:val="28"/>
          <w:szCs w:val="28"/>
        </w:rPr>
        <w:t xml:space="preserve">«5. Система программных мероприятий </w:t>
      </w:r>
    </w:p>
    <w:p w:rsidR="00211260" w:rsidRPr="00EB63BC" w:rsidRDefault="00211260" w:rsidP="00211260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</w:rPr>
      </w:pPr>
    </w:p>
    <w:tbl>
      <w:tblPr>
        <w:tblW w:w="14459" w:type="dxa"/>
        <w:tblInd w:w="-7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8"/>
        <w:gridCol w:w="2165"/>
        <w:gridCol w:w="844"/>
        <w:gridCol w:w="795"/>
        <w:gridCol w:w="899"/>
        <w:gridCol w:w="740"/>
        <w:gridCol w:w="644"/>
        <w:gridCol w:w="645"/>
        <w:gridCol w:w="645"/>
        <w:gridCol w:w="645"/>
        <w:gridCol w:w="645"/>
        <w:gridCol w:w="645"/>
        <w:gridCol w:w="645"/>
        <w:gridCol w:w="645"/>
        <w:gridCol w:w="645"/>
        <w:gridCol w:w="645"/>
        <w:gridCol w:w="2149"/>
      </w:tblGrid>
      <w:tr w:rsidR="00211260" w:rsidRPr="00EB63BC" w:rsidTr="00EB63BC"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11260" w:rsidRPr="00EB63BC" w:rsidRDefault="00211260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№</w:t>
            </w:r>
          </w:p>
          <w:p w:rsidR="00211260" w:rsidRPr="00EB63BC" w:rsidRDefault="00211260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п/п</w:t>
            </w:r>
          </w:p>
        </w:tc>
        <w:tc>
          <w:tcPr>
            <w:tcW w:w="2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11260" w:rsidRPr="00EB63BC" w:rsidRDefault="00211260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Программные мероприятия, обеспечивающие выполнение задачи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11260" w:rsidRPr="00EB63BC" w:rsidRDefault="00211260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 xml:space="preserve">Главные </w:t>
            </w:r>
            <w:proofErr w:type="spellStart"/>
            <w:r w:rsidRPr="00EB63BC">
              <w:rPr>
                <w:rFonts w:ascii="Times New Roman" w:hAnsi="Times New Roman"/>
              </w:rPr>
              <w:t>распоря-дители</w:t>
            </w:r>
            <w:proofErr w:type="spellEnd"/>
          </w:p>
        </w:tc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11260" w:rsidRPr="00EB63BC" w:rsidRDefault="00211260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EB63BC">
              <w:rPr>
                <w:rFonts w:ascii="Times New Roman" w:hAnsi="Times New Roman"/>
              </w:rPr>
              <w:t>Испол-нители</w:t>
            </w:r>
            <w:proofErr w:type="spellEnd"/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11260" w:rsidRPr="00EB63BC" w:rsidRDefault="00211260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 xml:space="preserve">Источник </w:t>
            </w:r>
            <w:proofErr w:type="spellStart"/>
            <w:r w:rsidRPr="00EB63BC">
              <w:rPr>
                <w:rFonts w:ascii="Times New Roman" w:hAnsi="Times New Roman"/>
              </w:rPr>
              <w:t>финанси-рования</w:t>
            </w:r>
            <w:proofErr w:type="spellEnd"/>
          </w:p>
        </w:tc>
        <w:tc>
          <w:tcPr>
            <w:tcW w:w="72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11260" w:rsidRPr="00EB63BC" w:rsidRDefault="00211260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Объем финансирования, тыс. руб.</w:t>
            </w:r>
          </w:p>
        </w:tc>
        <w:tc>
          <w:tcPr>
            <w:tcW w:w="21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11260" w:rsidRPr="00EB63BC" w:rsidRDefault="00211260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Ожидаемый результат</w:t>
            </w:r>
          </w:p>
        </w:tc>
      </w:tr>
      <w:tr w:rsidR="00211260" w:rsidRPr="00EB63BC" w:rsidTr="00EB63BC"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11260" w:rsidRPr="00EB63BC" w:rsidRDefault="00211260" w:rsidP="00220BC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1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11260" w:rsidRPr="00EB63BC" w:rsidRDefault="00211260" w:rsidP="00220BC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11260" w:rsidRPr="00EB63BC" w:rsidRDefault="00211260" w:rsidP="00220BC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11260" w:rsidRPr="00EB63BC" w:rsidRDefault="00211260" w:rsidP="00220BC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11260" w:rsidRPr="00EB63BC" w:rsidRDefault="00211260" w:rsidP="00220BC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11260" w:rsidRPr="00EB63BC" w:rsidRDefault="00211260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всего</w:t>
            </w:r>
          </w:p>
        </w:tc>
        <w:tc>
          <w:tcPr>
            <w:tcW w:w="65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11260" w:rsidRPr="00EB63BC" w:rsidRDefault="00211260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21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11260" w:rsidRPr="00EB63BC" w:rsidRDefault="00211260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211260" w:rsidRPr="00EB63BC" w:rsidTr="00EB63BC"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11260" w:rsidRPr="00EB63BC" w:rsidRDefault="00211260" w:rsidP="00220BC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1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11260" w:rsidRPr="00EB63BC" w:rsidRDefault="00211260" w:rsidP="00220BC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11260" w:rsidRPr="00EB63BC" w:rsidRDefault="00211260" w:rsidP="00220BC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11260" w:rsidRPr="00EB63BC" w:rsidRDefault="00211260" w:rsidP="00220BC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11260" w:rsidRPr="00EB63BC" w:rsidRDefault="00211260" w:rsidP="00220BC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11260" w:rsidRPr="00EB63BC" w:rsidRDefault="00211260" w:rsidP="00220BC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11260" w:rsidRPr="00EB63BC" w:rsidRDefault="00211260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2015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11260" w:rsidRPr="00EB63BC" w:rsidRDefault="00211260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2016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11260" w:rsidRPr="00EB63BC" w:rsidRDefault="00211260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2017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11260" w:rsidRPr="00EB63BC" w:rsidRDefault="00211260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2018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11260" w:rsidRPr="00EB63BC" w:rsidRDefault="00211260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2019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11260" w:rsidRPr="00EB63BC" w:rsidRDefault="00211260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2020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11260" w:rsidRPr="00EB63BC" w:rsidRDefault="00211260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2021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11260" w:rsidRPr="00EB63BC" w:rsidRDefault="00211260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2022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11260" w:rsidRPr="00EB63BC" w:rsidRDefault="00211260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2023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11260" w:rsidRPr="00EB63BC" w:rsidRDefault="00211260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2024</w:t>
            </w:r>
          </w:p>
        </w:tc>
        <w:tc>
          <w:tcPr>
            <w:tcW w:w="21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11260" w:rsidRPr="00EB63BC" w:rsidRDefault="00211260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</w:tbl>
    <w:p w:rsidR="00211260" w:rsidRPr="00EB63BC" w:rsidRDefault="00211260" w:rsidP="00190FF9">
      <w:pPr>
        <w:spacing w:line="192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14459" w:type="dxa"/>
        <w:tblInd w:w="-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6"/>
        <w:gridCol w:w="2163"/>
        <w:gridCol w:w="846"/>
        <w:gridCol w:w="790"/>
        <w:gridCol w:w="901"/>
        <w:gridCol w:w="737"/>
        <w:gridCol w:w="645"/>
        <w:gridCol w:w="646"/>
        <w:gridCol w:w="645"/>
        <w:gridCol w:w="646"/>
        <w:gridCol w:w="646"/>
        <w:gridCol w:w="645"/>
        <w:gridCol w:w="646"/>
        <w:gridCol w:w="645"/>
        <w:gridCol w:w="646"/>
        <w:gridCol w:w="646"/>
        <w:gridCol w:w="2150"/>
      </w:tblGrid>
      <w:tr w:rsidR="00B93DD2" w:rsidRPr="00EB63BC" w:rsidTr="00EB63BC">
        <w:trPr>
          <w:tblHeader/>
        </w:trPr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3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4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5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6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7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8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9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10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11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12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13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14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15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16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17</w:t>
            </w:r>
          </w:p>
        </w:tc>
      </w:tr>
      <w:tr w:rsidR="00B93DD2" w:rsidRPr="00EB63BC" w:rsidTr="00EB63BC">
        <w:trPr>
          <w:cantSplit/>
          <w:trHeight w:val="1134"/>
        </w:trPr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Задача 1. Укрепление материально-технической базы учреждений родовспоможения и детства, в том числе: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EB63BC">
              <w:rPr>
                <w:rFonts w:ascii="Times New Roman" w:hAnsi="Times New Roman"/>
              </w:rPr>
              <w:t>област</w:t>
            </w:r>
            <w:proofErr w:type="spellEnd"/>
            <w:r w:rsidRPr="00EB63BC">
              <w:rPr>
                <w:rFonts w:ascii="Times New Roman" w:hAnsi="Times New Roman"/>
              </w:rPr>
              <w:t>-ной бюджет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15884,2585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15884,2585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0</w:t>
            </w:r>
          </w:p>
        </w:tc>
        <w:tc>
          <w:tcPr>
            <w:tcW w:w="217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B63BC" w:rsidRDefault="00B93DD2" w:rsidP="00B93DD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 xml:space="preserve">снижение показателя младенческой смертности до </w:t>
            </w:r>
          </w:p>
          <w:p w:rsidR="00B93DD2" w:rsidRPr="00EB63BC" w:rsidRDefault="00B93DD2" w:rsidP="00B93DD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3,7 случая на 1000 родившихся живыми</w:t>
            </w:r>
          </w:p>
        </w:tc>
      </w:tr>
      <w:tr w:rsidR="00B93DD2" w:rsidRPr="00EB63BC" w:rsidTr="00EB63BC">
        <w:trPr>
          <w:cantSplit/>
          <w:trHeight w:val="1134"/>
        </w:trPr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bookmarkStart w:id="1" w:name="sub_4052"/>
            <w:r w:rsidRPr="00EB63BC">
              <w:rPr>
                <w:rFonts w:ascii="Times New Roman" w:hAnsi="Times New Roman"/>
              </w:rPr>
              <w:t>1.1</w:t>
            </w:r>
            <w:bookmarkEnd w:id="1"/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Оснащение оборудованием учреждений родовспоможения и учреждений, оказывающих медицинскую помощь детям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 xml:space="preserve">Мин-здрав </w:t>
            </w:r>
            <w:proofErr w:type="spellStart"/>
            <w:r w:rsidRPr="00EB63BC">
              <w:rPr>
                <w:rFonts w:ascii="Times New Roman" w:hAnsi="Times New Roman"/>
              </w:rPr>
              <w:t>Рязан-ской</w:t>
            </w:r>
            <w:proofErr w:type="spellEnd"/>
            <w:r w:rsidRPr="00EB63BC"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 xml:space="preserve">Мин-здрав </w:t>
            </w:r>
            <w:proofErr w:type="spellStart"/>
            <w:r w:rsidRPr="00EB63BC">
              <w:rPr>
                <w:rFonts w:ascii="Times New Roman" w:hAnsi="Times New Roman"/>
              </w:rPr>
              <w:t>Рязан-ской</w:t>
            </w:r>
            <w:proofErr w:type="spellEnd"/>
            <w:r w:rsidRPr="00EB63BC"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EB63BC">
              <w:rPr>
                <w:rFonts w:ascii="Times New Roman" w:hAnsi="Times New Roman"/>
              </w:rPr>
              <w:t>област</w:t>
            </w:r>
            <w:proofErr w:type="spellEnd"/>
            <w:r w:rsidRPr="00EB63BC">
              <w:rPr>
                <w:rFonts w:ascii="Times New Roman" w:hAnsi="Times New Roman"/>
              </w:rPr>
              <w:t>-ной бюджет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15884,2585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15884,2585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0</w:t>
            </w:r>
          </w:p>
        </w:tc>
        <w:tc>
          <w:tcPr>
            <w:tcW w:w="2170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B93DD2" w:rsidRPr="00EB63BC" w:rsidTr="00EB63BC">
        <w:trPr>
          <w:cantSplit/>
          <w:trHeight w:val="2633"/>
        </w:trPr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bookmarkStart w:id="2" w:name="sub_40502"/>
            <w:r w:rsidRPr="00EB63BC">
              <w:rPr>
                <w:rFonts w:ascii="Times New Roman" w:hAnsi="Times New Roman"/>
              </w:rPr>
              <w:t>2</w:t>
            </w:r>
            <w:bookmarkEnd w:id="2"/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Задача 2. Совершенствование системы раннего выявления, коррекции нарушений развития ребенка и выхаживания детей с низкой и экстремально низкой массой тела, в том числе: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EB63BC">
              <w:rPr>
                <w:rFonts w:ascii="Times New Roman" w:hAnsi="Times New Roman"/>
              </w:rPr>
              <w:t>област</w:t>
            </w:r>
            <w:proofErr w:type="spellEnd"/>
            <w:r w:rsidRPr="00EB63BC">
              <w:rPr>
                <w:rFonts w:ascii="Times New Roman" w:hAnsi="Times New Roman"/>
              </w:rPr>
              <w:t>-ной бюджет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109679,49484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10068,11187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11918,61228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8409,85373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7843,48146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14102,681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14213,2565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13649,321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13700,075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7887,051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7887,051</w:t>
            </w:r>
          </w:p>
        </w:tc>
        <w:tc>
          <w:tcPr>
            <w:tcW w:w="217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охват генетическим обследованием беременных женщин до 67% от общего числа подлежащих;</w:t>
            </w:r>
          </w:p>
          <w:p w:rsidR="00B93DD2" w:rsidRPr="00EB63BC" w:rsidRDefault="00B93DD2" w:rsidP="00B93DD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охват неонатальным скринингом до 95% новорожденных от общего числа рожденных детей;</w:t>
            </w:r>
          </w:p>
          <w:p w:rsidR="00B93DD2" w:rsidRPr="00EB63BC" w:rsidRDefault="00B93DD2" w:rsidP="00B93DD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 xml:space="preserve">охват </w:t>
            </w:r>
            <w:proofErr w:type="spellStart"/>
            <w:r w:rsidRPr="00EB63BC">
              <w:rPr>
                <w:rFonts w:ascii="Times New Roman" w:hAnsi="Times New Roman"/>
              </w:rPr>
              <w:t>аудиологическим</w:t>
            </w:r>
            <w:proofErr w:type="spellEnd"/>
            <w:r w:rsidRPr="00EB63BC">
              <w:rPr>
                <w:rFonts w:ascii="Times New Roman" w:hAnsi="Times New Roman"/>
              </w:rPr>
              <w:t xml:space="preserve"> </w:t>
            </w:r>
            <w:r w:rsidRPr="00EB63BC">
              <w:rPr>
                <w:rFonts w:ascii="Times New Roman" w:hAnsi="Times New Roman"/>
              </w:rPr>
              <w:lastRenderedPageBreak/>
              <w:t>скринингом до 95% новорожденных от общего числа рожденных детей</w:t>
            </w:r>
          </w:p>
        </w:tc>
      </w:tr>
      <w:tr w:rsidR="00B93DD2" w:rsidRPr="00EB63BC" w:rsidTr="00EB63BC">
        <w:trPr>
          <w:cantSplit/>
          <w:trHeight w:val="1134"/>
        </w:trPr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bookmarkStart w:id="3" w:name="sub_4053"/>
            <w:r w:rsidRPr="00EB63BC">
              <w:rPr>
                <w:rFonts w:ascii="Times New Roman" w:hAnsi="Times New Roman"/>
              </w:rPr>
              <w:lastRenderedPageBreak/>
              <w:t>2.1</w:t>
            </w:r>
            <w:bookmarkEnd w:id="3"/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Обеспечение медико-генетической консультации реактивами и расходными материалами для проведения генетического обследования беременных по выявлению (подтверждению) врожденных аномалий (пороков) развития ребенка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 xml:space="preserve">Мин-здрав </w:t>
            </w:r>
            <w:proofErr w:type="spellStart"/>
            <w:r w:rsidRPr="00EB63BC">
              <w:rPr>
                <w:rFonts w:ascii="Times New Roman" w:hAnsi="Times New Roman"/>
              </w:rPr>
              <w:t>Рязан-ской</w:t>
            </w:r>
            <w:proofErr w:type="spellEnd"/>
            <w:r w:rsidRPr="00EB63BC"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 xml:space="preserve">Мин-здрав </w:t>
            </w:r>
            <w:proofErr w:type="spellStart"/>
            <w:r w:rsidRPr="00EB63BC">
              <w:rPr>
                <w:rFonts w:ascii="Times New Roman" w:hAnsi="Times New Roman"/>
              </w:rPr>
              <w:t>Рязан-ской</w:t>
            </w:r>
            <w:proofErr w:type="spellEnd"/>
            <w:r w:rsidRPr="00EB63BC"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EB63BC">
              <w:rPr>
                <w:rFonts w:ascii="Times New Roman" w:hAnsi="Times New Roman"/>
              </w:rPr>
              <w:t>област</w:t>
            </w:r>
            <w:proofErr w:type="spellEnd"/>
            <w:r w:rsidRPr="00EB63BC">
              <w:rPr>
                <w:rFonts w:ascii="Times New Roman" w:hAnsi="Times New Roman"/>
              </w:rPr>
              <w:t>-ной бюджет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12381,38147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700,0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1060,36066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1550,434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1078,4605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1119,50431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1218,64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1218,64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1218,64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1608,351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1608,351</w:t>
            </w:r>
          </w:p>
        </w:tc>
        <w:tc>
          <w:tcPr>
            <w:tcW w:w="2170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B93DD2" w:rsidRPr="00EB63BC" w:rsidTr="00EB63BC">
        <w:trPr>
          <w:cantSplit/>
          <w:trHeight w:val="1134"/>
        </w:trPr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bookmarkStart w:id="4" w:name="sub_4054"/>
            <w:r w:rsidRPr="00EB63BC">
              <w:rPr>
                <w:rFonts w:ascii="Times New Roman" w:hAnsi="Times New Roman"/>
              </w:rPr>
              <w:lastRenderedPageBreak/>
              <w:t>2.2</w:t>
            </w:r>
            <w:bookmarkEnd w:id="4"/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Обеспечение медико-генетической консультации реактивами и оборудованием для проведения неонатального скрининга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 xml:space="preserve">Мин-здрав </w:t>
            </w:r>
            <w:proofErr w:type="spellStart"/>
            <w:r w:rsidRPr="00EB63BC">
              <w:rPr>
                <w:rFonts w:ascii="Times New Roman" w:hAnsi="Times New Roman"/>
              </w:rPr>
              <w:t>Рязан-ской</w:t>
            </w:r>
            <w:proofErr w:type="spellEnd"/>
            <w:r w:rsidRPr="00EB63BC"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 xml:space="preserve">Мин-здрав </w:t>
            </w:r>
            <w:proofErr w:type="spellStart"/>
            <w:r w:rsidRPr="00EB63BC">
              <w:rPr>
                <w:rFonts w:ascii="Times New Roman" w:hAnsi="Times New Roman"/>
              </w:rPr>
              <w:t>Рязан-ской</w:t>
            </w:r>
            <w:proofErr w:type="spellEnd"/>
            <w:r w:rsidRPr="00EB63BC"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EB63BC">
              <w:rPr>
                <w:rFonts w:ascii="Times New Roman" w:hAnsi="Times New Roman"/>
              </w:rPr>
              <w:t>област</w:t>
            </w:r>
            <w:proofErr w:type="spellEnd"/>
            <w:r w:rsidRPr="00EB63BC">
              <w:rPr>
                <w:rFonts w:ascii="Times New Roman" w:hAnsi="Times New Roman"/>
              </w:rPr>
              <w:t>-ной бюджет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63138,74879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3308,02187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6546,931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6554,97073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6460,2255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7152,90169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7053,766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7053,766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7053,766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5977,2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5977,2</w:t>
            </w:r>
          </w:p>
        </w:tc>
        <w:tc>
          <w:tcPr>
            <w:tcW w:w="2170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B93DD2" w:rsidRPr="00EB63BC" w:rsidTr="00EB63BC">
        <w:trPr>
          <w:cantSplit/>
          <w:trHeight w:val="1134"/>
        </w:trPr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bookmarkStart w:id="5" w:name="sub_4055"/>
            <w:r w:rsidRPr="00EB63BC">
              <w:rPr>
                <w:rFonts w:ascii="Times New Roman" w:hAnsi="Times New Roman"/>
              </w:rPr>
              <w:t>2.3</w:t>
            </w:r>
            <w:bookmarkEnd w:id="5"/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 xml:space="preserve">Приобретение для ГМО РО медицинских изделий и оборудования для проведения </w:t>
            </w:r>
            <w:proofErr w:type="spellStart"/>
            <w:r w:rsidRPr="00EB63BC">
              <w:rPr>
                <w:rFonts w:ascii="Times New Roman" w:hAnsi="Times New Roman"/>
              </w:rPr>
              <w:t>аудиологического</w:t>
            </w:r>
            <w:proofErr w:type="spellEnd"/>
            <w:r w:rsidRPr="00EB63BC">
              <w:rPr>
                <w:rFonts w:ascii="Times New Roman" w:hAnsi="Times New Roman"/>
              </w:rPr>
              <w:t xml:space="preserve"> скрининга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 xml:space="preserve">Мин-здрав </w:t>
            </w:r>
            <w:proofErr w:type="spellStart"/>
            <w:r w:rsidRPr="00EB63BC">
              <w:rPr>
                <w:rFonts w:ascii="Times New Roman" w:hAnsi="Times New Roman"/>
              </w:rPr>
              <w:t>Рязан-ской</w:t>
            </w:r>
            <w:proofErr w:type="spellEnd"/>
            <w:r w:rsidRPr="00EB63BC"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 xml:space="preserve">Мин-здрав </w:t>
            </w:r>
            <w:proofErr w:type="spellStart"/>
            <w:r w:rsidRPr="00EB63BC">
              <w:rPr>
                <w:rFonts w:ascii="Times New Roman" w:hAnsi="Times New Roman"/>
              </w:rPr>
              <w:t>Рязан-ской</w:t>
            </w:r>
            <w:proofErr w:type="spellEnd"/>
            <w:r w:rsidRPr="00EB63BC"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EB63BC">
              <w:rPr>
                <w:rFonts w:ascii="Times New Roman" w:hAnsi="Times New Roman"/>
              </w:rPr>
              <w:t>област</w:t>
            </w:r>
            <w:proofErr w:type="spellEnd"/>
            <w:r w:rsidRPr="00EB63BC">
              <w:rPr>
                <w:rFonts w:ascii="Times New Roman" w:hAnsi="Times New Roman"/>
              </w:rPr>
              <w:t>-ной бюджет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228,4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25,0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25,0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22,4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21,0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22,5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22,5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22,5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22,5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22,5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22,5</w:t>
            </w:r>
          </w:p>
        </w:tc>
        <w:tc>
          <w:tcPr>
            <w:tcW w:w="2170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B93DD2" w:rsidRPr="00EB63BC" w:rsidTr="00EB63BC">
        <w:trPr>
          <w:cantSplit/>
          <w:trHeight w:val="1134"/>
        </w:trPr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2.4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 xml:space="preserve">Приобретение для ГМО РО аминокислотных смесей для детей первого года жизни, больных </w:t>
            </w:r>
            <w:proofErr w:type="spellStart"/>
            <w:r w:rsidRPr="00EB63BC">
              <w:rPr>
                <w:rFonts w:ascii="Times New Roman" w:hAnsi="Times New Roman"/>
              </w:rPr>
              <w:t>фенилкетонурией</w:t>
            </w:r>
            <w:proofErr w:type="spellEnd"/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 xml:space="preserve">Мин-здрав </w:t>
            </w:r>
            <w:proofErr w:type="spellStart"/>
            <w:r w:rsidRPr="00EB63BC">
              <w:rPr>
                <w:rFonts w:ascii="Times New Roman" w:hAnsi="Times New Roman"/>
              </w:rPr>
              <w:t>Рязан-ской</w:t>
            </w:r>
            <w:proofErr w:type="spellEnd"/>
            <w:r w:rsidRPr="00EB63BC"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 xml:space="preserve">Мин-здрав </w:t>
            </w:r>
            <w:proofErr w:type="spellStart"/>
            <w:r w:rsidRPr="00EB63BC">
              <w:rPr>
                <w:rFonts w:ascii="Times New Roman" w:hAnsi="Times New Roman"/>
              </w:rPr>
              <w:t>Рязан-ской</w:t>
            </w:r>
            <w:proofErr w:type="spellEnd"/>
            <w:r w:rsidRPr="00EB63BC"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EB63BC">
              <w:rPr>
                <w:rFonts w:ascii="Times New Roman" w:hAnsi="Times New Roman"/>
              </w:rPr>
              <w:t>област</w:t>
            </w:r>
            <w:proofErr w:type="spellEnd"/>
            <w:r w:rsidRPr="00EB63BC">
              <w:rPr>
                <w:rFonts w:ascii="Times New Roman" w:hAnsi="Times New Roman"/>
              </w:rPr>
              <w:t>-ной бюджет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2857,81408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310,0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307,96962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282,049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283,79546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279,0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279,0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279,0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279,0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279,0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279,0</w:t>
            </w:r>
          </w:p>
        </w:tc>
        <w:tc>
          <w:tcPr>
            <w:tcW w:w="2170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B93DD2" w:rsidRPr="00EB63BC" w:rsidTr="00EB63BC">
        <w:trPr>
          <w:cantSplit/>
          <w:trHeight w:val="1298"/>
        </w:trPr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bookmarkStart w:id="6" w:name="sub_40525"/>
            <w:r w:rsidRPr="00EB63BC">
              <w:rPr>
                <w:rFonts w:ascii="Times New Roman" w:hAnsi="Times New Roman"/>
              </w:rPr>
              <w:lastRenderedPageBreak/>
              <w:t>2.5</w:t>
            </w:r>
            <w:bookmarkEnd w:id="6"/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Государственное задание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 xml:space="preserve">Мин-здрав </w:t>
            </w:r>
            <w:proofErr w:type="spellStart"/>
            <w:r w:rsidRPr="00EB63BC">
              <w:rPr>
                <w:rFonts w:ascii="Times New Roman" w:hAnsi="Times New Roman"/>
              </w:rPr>
              <w:t>Рязан-ской</w:t>
            </w:r>
            <w:proofErr w:type="spellEnd"/>
            <w:r w:rsidRPr="00EB63BC"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ГБУ РО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EB63BC">
              <w:rPr>
                <w:rFonts w:ascii="Times New Roman" w:hAnsi="Times New Roman"/>
              </w:rPr>
              <w:t>област</w:t>
            </w:r>
            <w:proofErr w:type="spellEnd"/>
            <w:r w:rsidRPr="00EB63BC">
              <w:rPr>
                <w:rFonts w:ascii="Times New Roman" w:hAnsi="Times New Roman"/>
              </w:rPr>
              <w:t>-ной бюджет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31073,1505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5725,09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3978,351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5528,775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5639,3505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5075,415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5126,169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0</w:t>
            </w:r>
          </w:p>
        </w:tc>
        <w:tc>
          <w:tcPr>
            <w:tcW w:w="2170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B93DD2" w:rsidRPr="00EB63BC" w:rsidTr="00EB63BC">
        <w:trPr>
          <w:cantSplit/>
          <w:trHeight w:val="1736"/>
        </w:trPr>
        <w:tc>
          <w:tcPr>
            <w:tcW w:w="26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EB63B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bookmarkStart w:id="7" w:name="sub_45111"/>
            <w:r w:rsidRPr="00EB63BC">
              <w:rPr>
                <w:rFonts w:ascii="Times New Roman" w:hAnsi="Times New Roman"/>
              </w:rPr>
              <w:t>Итого</w:t>
            </w:r>
            <w:bookmarkEnd w:id="7"/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EB63BC">
              <w:rPr>
                <w:rFonts w:ascii="Times New Roman" w:hAnsi="Times New Roman"/>
              </w:rPr>
              <w:t>област</w:t>
            </w:r>
            <w:proofErr w:type="spellEnd"/>
            <w:r w:rsidRPr="00EB63BC">
              <w:rPr>
                <w:rFonts w:ascii="Times New Roman" w:hAnsi="Times New Roman"/>
              </w:rPr>
              <w:t>-ной бюджет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125563,75334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25952,37037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11918,61228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8409,85373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7843,48146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14102,681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14213,2565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13649,321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13700,075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7887,051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EB63BC">
              <w:rPr>
                <w:rFonts w:ascii="Times New Roman" w:hAnsi="Times New Roman"/>
              </w:rPr>
              <w:t>7887,051</w:t>
            </w:r>
            <w:r w:rsidR="00C03351" w:rsidRPr="00EB63BC">
              <w:rPr>
                <w:rFonts w:ascii="Times New Roman" w:hAnsi="Times New Roman"/>
              </w:rPr>
              <w:t>»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B93DD2" w:rsidRPr="00EB63BC" w:rsidRDefault="00B93DD2" w:rsidP="00B93D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</w:tbl>
    <w:p w:rsidR="00B93DD2" w:rsidRPr="00EB63BC" w:rsidRDefault="00B93DD2" w:rsidP="00B93DD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93DD2" w:rsidRPr="00EB63BC" w:rsidRDefault="00EB63BC" w:rsidP="00B93DD2">
      <w:pPr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sectPr w:rsidR="00B93DD2" w:rsidRPr="00EB63BC" w:rsidSect="00EB63BC">
      <w:headerReference w:type="default" r:id="rId11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7A7" w:rsidRDefault="008277A7">
      <w:r>
        <w:separator/>
      </w:r>
    </w:p>
  </w:endnote>
  <w:endnote w:type="continuationSeparator" w:id="0">
    <w:p w:rsidR="008277A7" w:rsidRDefault="00827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211260">
          <w:pPr>
            <w:pStyle w:val="a6"/>
          </w:pPr>
          <w:r>
            <w:rPr>
              <w:noProof/>
            </w:rPr>
            <w:drawing>
              <wp:inline distT="0" distB="0" distL="0" distR="0" wp14:anchorId="5B268080" wp14:editId="6F1C86FD">
                <wp:extent cx="662940" cy="281940"/>
                <wp:effectExtent l="0" t="0" r="3810" b="381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281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5E6D99" w:rsidRDefault="00211260" w:rsidP="002953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3473859B" wp14:editId="4ED96226">
                <wp:extent cx="175260" cy="144780"/>
                <wp:effectExtent l="0" t="0" r="0" b="762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" cy="144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B8061C" w:rsidRDefault="00EB63BC" w:rsidP="005E6D99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2730  11.12.2019 11:51:53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8702D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2953B6" w:rsidRDefault="00876034" w:rsidP="002953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>
      <w:tc>
        <w:tcPr>
          <w:tcW w:w="2538" w:type="dxa"/>
        </w:tcPr>
        <w:p w:rsidR="00876034" w:rsidRPr="00AC7150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Default="00876034" w:rsidP="00AC7150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D77BCF" w:rsidRDefault="00876034" w:rsidP="00D77BCF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D77BCF" w:rsidRDefault="00876034" w:rsidP="00D77BCF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7A7" w:rsidRDefault="008277A7">
      <w:r>
        <w:separator/>
      </w:r>
    </w:p>
  </w:footnote>
  <w:footnote w:type="continuationSeparator" w:id="0">
    <w:p w:rsidR="008277A7" w:rsidRDefault="008277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876034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876034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0611DA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19" type="#_x0000_t75" style="width:23.25pt;height:11.2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p8BurAS3n0mQmPe+icwn6cuUqZI=" w:salt="X9Bh97hxB4LYYZ6DsOe6lA=="/>
  <w:defaultTabStop w:val="708"/>
  <w:hyphenationZone w:val="425"/>
  <w:doNotHyphenateCaps/>
  <w:drawingGridHorizontalSpacing w:val="78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260"/>
    <w:rsid w:val="0001360F"/>
    <w:rsid w:val="000331B3"/>
    <w:rsid w:val="00033413"/>
    <w:rsid w:val="00037C0C"/>
    <w:rsid w:val="000502A3"/>
    <w:rsid w:val="00056DEB"/>
    <w:rsid w:val="000611DA"/>
    <w:rsid w:val="00073A7A"/>
    <w:rsid w:val="00076D5E"/>
    <w:rsid w:val="00084DD3"/>
    <w:rsid w:val="000917C0"/>
    <w:rsid w:val="000B0736"/>
    <w:rsid w:val="00122CFD"/>
    <w:rsid w:val="00151370"/>
    <w:rsid w:val="00162E72"/>
    <w:rsid w:val="00175BE5"/>
    <w:rsid w:val="001850F4"/>
    <w:rsid w:val="00190FF9"/>
    <w:rsid w:val="001947BE"/>
    <w:rsid w:val="001A560F"/>
    <w:rsid w:val="001B0982"/>
    <w:rsid w:val="001B32BA"/>
    <w:rsid w:val="001E0317"/>
    <w:rsid w:val="001E20F1"/>
    <w:rsid w:val="001F12E8"/>
    <w:rsid w:val="001F228C"/>
    <w:rsid w:val="001F64B8"/>
    <w:rsid w:val="001F7C83"/>
    <w:rsid w:val="00203046"/>
    <w:rsid w:val="00205AB5"/>
    <w:rsid w:val="00211260"/>
    <w:rsid w:val="00224DBA"/>
    <w:rsid w:val="00231F1C"/>
    <w:rsid w:val="00242DDB"/>
    <w:rsid w:val="002479A2"/>
    <w:rsid w:val="0026087E"/>
    <w:rsid w:val="00261DE0"/>
    <w:rsid w:val="00265420"/>
    <w:rsid w:val="00274E14"/>
    <w:rsid w:val="00280A6D"/>
    <w:rsid w:val="00286ECA"/>
    <w:rsid w:val="002953B6"/>
    <w:rsid w:val="002B7A59"/>
    <w:rsid w:val="002C6B4B"/>
    <w:rsid w:val="002E51A7"/>
    <w:rsid w:val="002E5A5F"/>
    <w:rsid w:val="002F1E81"/>
    <w:rsid w:val="00310D92"/>
    <w:rsid w:val="003160CB"/>
    <w:rsid w:val="003222A3"/>
    <w:rsid w:val="00360A40"/>
    <w:rsid w:val="003870C2"/>
    <w:rsid w:val="003D3B8A"/>
    <w:rsid w:val="003D54F8"/>
    <w:rsid w:val="003F4F5E"/>
    <w:rsid w:val="00400906"/>
    <w:rsid w:val="0042590E"/>
    <w:rsid w:val="00437F65"/>
    <w:rsid w:val="00460FEA"/>
    <w:rsid w:val="004734B7"/>
    <w:rsid w:val="00481B88"/>
    <w:rsid w:val="00485B4F"/>
    <w:rsid w:val="004862D1"/>
    <w:rsid w:val="004B2D5A"/>
    <w:rsid w:val="004D293D"/>
    <w:rsid w:val="004F44FE"/>
    <w:rsid w:val="00512A47"/>
    <w:rsid w:val="00531C68"/>
    <w:rsid w:val="00532119"/>
    <w:rsid w:val="005335F3"/>
    <w:rsid w:val="00543C38"/>
    <w:rsid w:val="00543D2D"/>
    <w:rsid w:val="00545A3D"/>
    <w:rsid w:val="00546DBB"/>
    <w:rsid w:val="00561A5B"/>
    <w:rsid w:val="0057074C"/>
    <w:rsid w:val="00573FBF"/>
    <w:rsid w:val="00574FF3"/>
    <w:rsid w:val="00582538"/>
    <w:rsid w:val="005838EA"/>
    <w:rsid w:val="00585EE1"/>
    <w:rsid w:val="00590C0E"/>
    <w:rsid w:val="005939E6"/>
    <w:rsid w:val="005A4227"/>
    <w:rsid w:val="005B229B"/>
    <w:rsid w:val="005B3518"/>
    <w:rsid w:val="005C56AE"/>
    <w:rsid w:val="005C7449"/>
    <w:rsid w:val="005E6D99"/>
    <w:rsid w:val="005F2ADD"/>
    <w:rsid w:val="005F2C49"/>
    <w:rsid w:val="006013EB"/>
    <w:rsid w:val="0060479E"/>
    <w:rsid w:val="00604BE7"/>
    <w:rsid w:val="00616AED"/>
    <w:rsid w:val="00632A4F"/>
    <w:rsid w:val="00632B56"/>
    <w:rsid w:val="006351E3"/>
    <w:rsid w:val="00644236"/>
    <w:rsid w:val="006471E5"/>
    <w:rsid w:val="00671D3B"/>
    <w:rsid w:val="00684A5B"/>
    <w:rsid w:val="006A1F71"/>
    <w:rsid w:val="006F328B"/>
    <w:rsid w:val="006F5886"/>
    <w:rsid w:val="00707734"/>
    <w:rsid w:val="00707E19"/>
    <w:rsid w:val="00712F7C"/>
    <w:rsid w:val="0072328A"/>
    <w:rsid w:val="007377B5"/>
    <w:rsid w:val="00746CC2"/>
    <w:rsid w:val="00760323"/>
    <w:rsid w:val="00765600"/>
    <w:rsid w:val="00791C9F"/>
    <w:rsid w:val="00792AAB"/>
    <w:rsid w:val="00793B47"/>
    <w:rsid w:val="007A1D0C"/>
    <w:rsid w:val="007A2A7B"/>
    <w:rsid w:val="007D4925"/>
    <w:rsid w:val="007F0C8A"/>
    <w:rsid w:val="007F11AB"/>
    <w:rsid w:val="008143CB"/>
    <w:rsid w:val="00823CA1"/>
    <w:rsid w:val="008277A7"/>
    <w:rsid w:val="008513B9"/>
    <w:rsid w:val="008702D3"/>
    <w:rsid w:val="00876034"/>
    <w:rsid w:val="008827E7"/>
    <w:rsid w:val="008A1696"/>
    <w:rsid w:val="008C58FE"/>
    <w:rsid w:val="008E6C41"/>
    <w:rsid w:val="008F0816"/>
    <w:rsid w:val="008F6BB7"/>
    <w:rsid w:val="00900F42"/>
    <w:rsid w:val="009116F6"/>
    <w:rsid w:val="00932E3C"/>
    <w:rsid w:val="009573D3"/>
    <w:rsid w:val="009977FF"/>
    <w:rsid w:val="009A085B"/>
    <w:rsid w:val="009C1DE6"/>
    <w:rsid w:val="009C1F0E"/>
    <w:rsid w:val="009D3E8C"/>
    <w:rsid w:val="009E3A0E"/>
    <w:rsid w:val="00A1314B"/>
    <w:rsid w:val="00A13160"/>
    <w:rsid w:val="00A137D3"/>
    <w:rsid w:val="00A14153"/>
    <w:rsid w:val="00A44A8F"/>
    <w:rsid w:val="00A51D96"/>
    <w:rsid w:val="00A96F84"/>
    <w:rsid w:val="00AC3953"/>
    <w:rsid w:val="00AC7150"/>
    <w:rsid w:val="00AE1DCA"/>
    <w:rsid w:val="00AF5F7C"/>
    <w:rsid w:val="00B02207"/>
    <w:rsid w:val="00B03403"/>
    <w:rsid w:val="00B10324"/>
    <w:rsid w:val="00B376B1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93DD2"/>
    <w:rsid w:val="00BB2C98"/>
    <w:rsid w:val="00BD0B82"/>
    <w:rsid w:val="00BF4F5F"/>
    <w:rsid w:val="00C03351"/>
    <w:rsid w:val="00C04EEB"/>
    <w:rsid w:val="00C075A4"/>
    <w:rsid w:val="00C10F12"/>
    <w:rsid w:val="00C11826"/>
    <w:rsid w:val="00C46D42"/>
    <w:rsid w:val="00C50C32"/>
    <w:rsid w:val="00C60178"/>
    <w:rsid w:val="00C61760"/>
    <w:rsid w:val="00C63CD6"/>
    <w:rsid w:val="00C87D95"/>
    <w:rsid w:val="00C9077A"/>
    <w:rsid w:val="00C95CD2"/>
    <w:rsid w:val="00CA051B"/>
    <w:rsid w:val="00CB3CBE"/>
    <w:rsid w:val="00CF03D8"/>
    <w:rsid w:val="00D015D5"/>
    <w:rsid w:val="00D03D68"/>
    <w:rsid w:val="00D266DD"/>
    <w:rsid w:val="00D32B04"/>
    <w:rsid w:val="00D374E7"/>
    <w:rsid w:val="00D63949"/>
    <w:rsid w:val="00D652E7"/>
    <w:rsid w:val="00D77BCF"/>
    <w:rsid w:val="00D84394"/>
    <w:rsid w:val="00D95E55"/>
    <w:rsid w:val="00DB3664"/>
    <w:rsid w:val="00DC16FB"/>
    <w:rsid w:val="00DC4A65"/>
    <w:rsid w:val="00DC4F66"/>
    <w:rsid w:val="00E10B44"/>
    <w:rsid w:val="00E11F02"/>
    <w:rsid w:val="00E2726B"/>
    <w:rsid w:val="00E37801"/>
    <w:rsid w:val="00E46EAA"/>
    <w:rsid w:val="00E5038C"/>
    <w:rsid w:val="00E50B69"/>
    <w:rsid w:val="00E5298B"/>
    <w:rsid w:val="00E56EFB"/>
    <w:rsid w:val="00E6458F"/>
    <w:rsid w:val="00E7242D"/>
    <w:rsid w:val="00E87E25"/>
    <w:rsid w:val="00EA04F1"/>
    <w:rsid w:val="00EA2FD3"/>
    <w:rsid w:val="00EB63BC"/>
    <w:rsid w:val="00EB7CE9"/>
    <w:rsid w:val="00EC433F"/>
    <w:rsid w:val="00ED1FDE"/>
    <w:rsid w:val="00F06EFB"/>
    <w:rsid w:val="00F1529E"/>
    <w:rsid w:val="00F16F07"/>
    <w:rsid w:val="00F45975"/>
    <w:rsid w:val="00F45B7C"/>
    <w:rsid w:val="00F45FCE"/>
    <w:rsid w:val="00F9334F"/>
    <w:rsid w:val="00F97D7F"/>
    <w:rsid w:val="00FA122C"/>
    <w:rsid w:val="00FA3B95"/>
    <w:rsid w:val="00FC1278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character" w:customStyle="1" w:styleId="10">
    <w:name w:val="Заголовок 1 Знак"/>
    <w:basedOn w:val="a0"/>
    <w:link w:val="1"/>
    <w:uiPriority w:val="99"/>
    <w:rsid w:val="00B93DD2"/>
    <w:rPr>
      <w:sz w:val="32"/>
    </w:rPr>
  </w:style>
  <w:style w:type="paragraph" w:customStyle="1" w:styleId="ac">
    <w:name w:val="Нормальный (таблица)"/>
    <w:basedOn w:val="a"/>
    <w:next w:val="a"/>
    <w:uiPriority w:val="99"/>
    <w:rsid w:val="00B93DD2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d">
    <w:name w:val="Прижатый влево"/>
    <w:basedOn w:val="a"/>
    <w:next w:val="a"/>
    <w:uiPriority w:val="99"/>
    <w:rsid w:val="00B93DD2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character" w:customStyle="1" w:styleId="10">
    <w:name w:val="Заголовок 1 Знак"/>
    <w:basedOn w:val="a0"/>
    <w:link w:val="1"/>
    <w:uiPriority w:val="99"/>
    <w:rsid w:val="00B93DD2"/>
    <w:rPr>
      <w:sz w:val="32"/>
    </w:rPr>
  </w:style>
  <w:style w:type="paragraph" w:customStyle="1" w:styleId="ac">
    <w:name w:val="Нормальный (таблица)"/>
    <w:basedOn w:val="a"/>
    <w:next w:val="a"/>
    <w:uiPriority w:val="99"/>
    <w:rsid w:val="00B93DD2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d">
    <w:name w:val="Прижатый влево"/>
    <w:basedOn w:val="a"/>
    <w:next w:val="a"/>
    <w:uiPriority w:val="99"/>
    <w:rsid w:val="00B93DD2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1&#1052;&#1080;&#1093;&#1085;&#1077;&#1074;&#1080;&#1095;\&#1041;&#1083;&#1072;&#1085;&#1082;&#1080;%20&#1087;&#1088;&#1072;&#1074;&#1080;&#1090;&#1077;&#1083;&#1100;&#1089;&#1090;&#1074;&#1072;%20%2031-12-2008\&#1064;&#1040;&#1041;&#1051;&#1054;&#1053;%20&#1055;&#1056;&#1048;&#1051;&#1054;&#1046;&#1045;&#1053;&#1048;&#1071;%20&#1040;&#1051;&#1068;&#1041;&#1054;&#1052;&#1053;&#1067;&#104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АЛЬБОМНЫЙ</Template>
  <TotalTime>20</TotalTime>
  <Pages>3</Pages>
  <Words>393</Words>
  <Characters>2592</Characters>
  <Application>Microsoft Office Word</Application>
  <DocSecurity>0</DocSecurity>
  <Lines>96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Пользователь</dc:creator>
  <cp:lastModifiedBy>Лёксина М.А.</cp:lastModifiedBy>
  <cp:revision>5</cp:revision>
  <cp:lastPrinted>2008-04-23T07:17:00Z</cp:lastPrinted>
  <dcterms:created xsi:type="dcterms:W3CDTF">2019-12-04T06:40:00Z</dcterms:created>
  <dcterms:modified xsi:type="dcterms:W3CDTF">2019-12-18T10:24:00Z</dcterms:modified>
</cp:coreProperties>
</file>